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8FB" w:rsidRDefault="006058FB" w:rsidP="00D636F2">
      <w:pPr>
        <w:jc w:val="center"/>
        <w:rPr>
          <w:sz w:val="28"/>
          <w:szCs w:val="28"/>
        </w:rPr>
      </w:pPr>
    </w:p>
    <w:p w:rsidR="006058FB" w:rsidRPr="00D636F2" w:rsidRDefault="006058FB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>ПОЯСНИТЕЛЬНАЯ ЗАПИСКА</w:t>
      </w:r>
    </w:p>
    <w:p w:rsidR="006058FB" w:rsidRPr="00D636F2" w:rsidRDefault="006058FB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>к    проекту решения</w:t>
      </w:r>
    </w:p>
    <w:p w:rsidR="006058FB" w:rsidRPr="00D636F2" w:rsidRDefault="006058FB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 xml:space="preserve">«О внесении изменений в решение от  </w:t>
      </w:r>
      <w:r>
        <w:rPr>
          <w:b/>
          <w:sz w:val="28"/>
          <w:szCs w:val="28"/>
        </w:rPr>
        <w:t xml:space="preserve">24 .12. </w:t>
      </w:r>
      <w:r w:rsidRPr="00D636F2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9</w:t>
      </w:r>
      <w:r w:rsidRPr="00D636F2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 xml:space="preserve">ода </w:t>
      </w:r>
      <w:r w:rsidRPr="00D636F2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 xml:space="preserve"> 1/51</w:t>
      </w:r>
    </w:p>
    <w:p w:rsidR="006058FB" w:rsidRDefault="006058FB" w:rsidP="005D2D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бюджете  Ветлевского сельского поселения Мглинского муниципарайона, Брянской области </w:t>
      </w:r>
    </w:p>
    <w:p w:rsidR="006058FB" w:rsidRPr="00D636F2" w:rsidRDefault="006058FB" w:rsidP="005D2D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D636F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D636F2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20</w:t>
      </w:r>
      <w:r w:rsidRPr="00D636F2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на плановый период 2021 и 2022 годов</w:t>
      </w:r>
      <w:r w:rsidRPr="00D636F2">
        <w:rPr>
          <w:b/>
          <w:sz w:val="28"/>
          <w:szCs w:val="28"/>
        </w:rPr>
        <w:t>»</w:t>
      </w:r>
    </w:p>
    <w:p w:rsidR="006058FB" w:rsidRPr="00D636F2" w:rsidRDefault="006058FB" w:rsidP="005D2D4E">
      <w:pPr>
        <w:jc w:val="center"/>
        <w:rPr>
          <w:b/>
          <w:sz w:val="28"/>
          <w:szCs w:val="28"/>
        </w:rPr>
      </w:pPr>
    </w:p>
    <w:p w:rsidR="006058FB" w:rsidRDefault="006058FB" w:rsidP="00E66432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</w:t>
      </w:r>
      <w:r w:rsidRPr="00D636F2">
        <w:rPr>
          <w:b/>
          <w:i/>
          <w:sz w:val="28"/>
          <w:szCs w:val="28"/>
        </w:rPr>
        <w:t>ДОХОДЫ</w:t>
      </w:r>
    </w:p>
    <w:p w:rsidR="006058FB" w:rsidRPr="00D636F2" w:rsidRDefault="006058FB" w:rsidP="00E66432">
      <w:pPr>
        <w:jc w:val="center"/>
        <w:rPr>
          <w:b/>
          <w:i/>
          <w:sz w:val="28"/>
          <w:szCs w:val="28"/>
        </w:rPr>
      </w:pPr>
    </w:p>
    <w:p w:rsidR="006058FB" w:rsidRPr="006F42CB" w:rsidRDefault="006058FB" w:rsidP="00E66432">
      <w:pPr>
        <w:spacing w:line="276" w:lineRule="auto"/>
        <w:jc w:val="both"/>
        <w:rPr>
          <w:b/>
          <w:sz w:val="28"/>
          <w:szCs w:val="28"/>
        </w:rPr>
      </w:pPr>
      <w:r w:rsidRPr="006F42CB">
        <w:rPr>
          <w:sz w:val="28"/>
          <w:szCs w:val="28"/>
        </w:rPr>
        <w:t>Доходная часть бюджета муниципальног</w:t>
      </w:r>
      <w:r>
        <w:rPr>
          <w:sz w:val="28"/>
          <w:szCs w:val="28"/>
        </w:rPr>
        <w:t>о района остается без изменений</w:t>
      </w:r>
      <w:r w:rsidRPr="006F42CB">
        <w:rPr>
          <w:sz w:val="28"/>
          <w:szCs w:val="28"/>
        </w:rPr>
        <w:t xml:space="preserve">      </w:t>
      </w:r>
      <w:bookmarkStart w:id="0" w:name="_GoBack"/>
      <w:bookmarkEnd w:id="0"/>
    </w:p>
    <w:p w:rsidR="006058FB" w:rsidRDefault="006058FB" w:rsidP="00E66432">
      <w:pPr>
        <w:jc w:val="both"/>
        <w:rPr>
          <w:sz w:val="28"/>
          <w:szCs w:val="28"/>
        </w:rPr>
      </w:pPr>
    </w:p>
    <w:p w:rsidR="006058FB" w:rsidRDefault="006058FB" w:rsidP="005D2D4E">
      <w:pPr>
        <w:jc w:val="both"/>
        <w:rPr>
          <w:b/>
          <w:i/>
          <w:color w:val="FF0000"/>
          <w:sz w:val="28"/>
          <w:szCs w:val="28"/>
        </w:rPr>
      </w:pPr>
    </w:p>
    <w:p w:rsidR="006058FB" w:rsidRDefault="006058FB" w:rsidP="005D2D4E">
      <w:pPr>
        <w:jc w:val="both"/>
        <w:rPr>
          <w:b/>
          <w:i/>
          <w:color w:val="FF0000"/>
          <w:sz w:val="28"/>
          <w:szCs w:val="28"/>
        </w:rPr>
      </w:pPr>
    </w:p>
    <w:p w:rsidR="006058FB" w:rsidRDefault="006058FB" w:rsidP="005D2D4E">
      <w:pPr>
        <w:jc w:val="both"/>
        <w:rPr>
          <w:b/>
          <w:i/>
          <w:color w:val="FF0000"/>
          <w:sz w:val="28"/>
          <w:szCs w:val="28"/>
        </w:rPr>
      </w:pPr>
    </w:p>
    <w:p w:rsidR="006058FB" w:rsidRPr="0006605A" w:rsidRDefault="006058FB" w:rsidP="005D2D4E">
      <w:pPr>
        <w:jc w:val="both"/>
        <w:rPr>
          <w:b/>
          <w:i/>
          <w:color w:val="FF0000"/>
          <w:sz w:val="28"/>
          <w:szCs w:val="28"/>
        </w:rPr>
      </w:pPr>
    </w:p>
    <w:p w:rsidR="006058FB" w:rsidRPr="0006605A" w:rsidRDefault="006058FB" w:rsidP="005D2D4E">
      <w:pPr>
        <w:jc w:val="both"/>
        <w:rPr>
          <w:b/>
          <w:i/>
          <w:sz w:val="28"/>
          <w:szCs w:val="28"/>
        </w:rPr>
      </w:pPr>
      <w:r w:rsidRPr="0006605A">
        <w:rPr>
          <w:b/>
          <w:i/>
          <w:sz w:val="28"/>
          <w:szCs w:val="28"/>
        </w:rPr>
        <w:t xml:space="preserve">                                                    РАСХОДЫ</w:t>
      </w:r>
    </w:p>
    <w:p w:rsidR="006058FB" w:rsidRPr="0006605A" w:rsidRDefault="006058FB" w:rsidP="005D2D4E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>Расходная часть бюджета муниципального района на 20</w:t>
      </w:r>
      <w:r>
        <w:rPr>
          <w:sz w:val="28"/>
          <w:szCs w:val="28"/>
        </w:rPr>
        <w:t>20</w:t>
      </w:r>
      <w:r w:rsidRPr="0006605A">
        <w:rPr>
          <w:sz w:val="28"/>
          <w:szCs w:val="28"/>
        </w:rPr>
        <w:t xml:space="preserve"> год увеличивается на сумму </w:t>
      </w:r>
      <w:r w:rsidRPr="00C70FB8">
        <w:rPr>
          <w:b/>
          <w:sz w:val="28"/>
          <w:szCs w:val="28"/>
        </w:rPr>
        <w:t>529170,00</w:t>
      </w:r>
      <w:r>
        <w:rPr>
          <w:sz w:val="28"/>
          <w:szCs w:val="28"/>
        </w:rPr>
        <w:t xml:space="preserve">   рублей </w:t>
      </w:r>
      <w:r w:rsidRPr="0006605A">
        <w:rPr>
          <w:sz w:val="28"/>
          <w:szCs w:val="28"/>
        </w:rPr>
        <w:t>в том числе по разделам:</w:t>
      </w:r>
    </w:p>
    <w:p w:rsidR="006058FB" w:rsidRDefault="006058FB" w:rsidP="005D2D4E">
      <w:pPr>
        <w:jc w:val="both"/>
        <w:rPr>
          <w:sz w:val="28"/>
          <w:szCs w:val="28"/>
        </w:rPr>
      </w:pPr>
    </w:p>
    <w:p w:rsidR="006058FB" w:rsidRPr="007216FB" w:rsidRDefault="006058FB" w:rsidP="005D2D4E">
      <w:pPr>
        <w:jc w:val="both"/>
        <w:rPr>
          <w:b/>
          <w:sz w:val="28"/>
          <w:szCs w:val="28"/>
        </w:rPr>
      </w:pPr>
      <w:r w:rsidRPr="007216FB">
        <w:rPr>
          <w:b/>
          <w:sz w:val="28"/>
          <w:szCs w:val="28"/>
        </w:rPr>
        <w:t xml:space="preserve">01 04 </w:t>
      </w:r>
    </w:p>
    <w:p w:rsidR="006058FB" w:rsidRDefault="006058FB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администраций»                                  + 167 551,00 руб.</w:t>
      </w:r>
    </w:p>
    <w:p w:rsidR="006058FB" w:rsidRDefault="006058FB" w:rsidP="00EA1AD8">
      <w:pPr>
        <w:jc w:val="both"/>
        <w:rPr>
          <w:sz w:val="28"/>
          <w:szCs w:val="28"/>
        </w:rPr>
      </w:pPr>
    </w:p>
    <w:p w:rsidR="006058FB" w:rsidRDefault="006058FB" w:rsidP="005D2D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Уточнены расходы по закупке товаров и услуг </w:t>
      </w:r>
    </w:p>
    <w:p w:rsidR="006058FB" w:rsidRPr="004505C4" w:rsidRDefault="006058FB" w:rsidP="005D2D4E">
      <w:pPr>
        <w:jc w:val="both"/>
        <w:rPr>
          <w:sz w:val="28"/>
          <w:szCs w:val="28"/>
        </w:rPr>
      </w:pPr>
      <w:r w:rsidRPr="007216FB">
        <w:rPr>
          <w:sz w:val="28"/>
          <w:szCs w:val="28"/>
        </w:rPr>
        <w:t>КБК 01 04</w:t>
      </w:r>
      <w:r>
        <w:rPr>
          <w:sz w:val="28"/>
          <w:szCs w:val="28"/>
        </w:rPr>
        <w:t> 350 12 800 40 240 +167 551,00</w:t>
      </w:r>
      <w:r w:rsidRPr="007216FB">
        <w:rPr>
          <w:sz w:val="28"/>
          <w:szCs w:val="28"/>
        </w:rPr>
        <w:t xml:space="preserve"> руб</w:t>
      </w:r>
    </w:p>
    <w:p w:rsidR="006058FB" w:rsidRDefault="006058FB" w:rsidP="005D2D4E">
      <w:pPr>
        <w:jc w:val="both"/>
        <w:rPr>
          <w:b/>
          <w:sz w:val="28"/>
          <w:szCs w:val="28"/>
        </w:rPr>
      </w:pPr>
    </w:p>
    <w:p w:rsidR="006058FB" w:rsidRDefault="006058FB" w:rsidP="005D2D4E">
      <w:pPr>
        <w:jc w:val="both"/>
        <w:rPr>
          <w:b/>
          <w:sz w:val="28"/>
          <w:szCs w:val="28"/>
        </w:rPr>
      </w:pPr>
    </w:p>
    <w:p w:rsidR="006058FB" w:rsidRPr="007216FB" w:rsidRDefault="006058FB" w:rsidP="00576728">
      <w:pPr>
        <w:jc w:val="both"/>
        <w:rPr>
          <w:b/>
          <w:sz w:val="28"/>
          <w:szCs w:val="28"/>
        </w:rPr>
      </w:pPr>
      <w:r w:rsidRPr="007216FB">
        <w:rPr>
          <w:b/>
          <w:sz w:val="28"/>
          <w:szCs w:val="28"/>
        </w:rPr>
        <w:t xml:space="preserve">01 04 </w:t>
      </w:r>
    </w:p>
    <w:p w:rsidR="006058FB" w:rsidRDefault="006058FB" w:rsidP="0057672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администраций»                                  + 57 619,00 руб.</w:t>
      </w:r>
    </w:p>
    <w:p w:rsidR="006058FB" w:rsidRDefault="006058FB" w:rsidP="00576728">
      <w:pPr>
        <w:jc w:val="both"/>
        <w:rPr>
          <w:sz w:val="28"/>
          <w:szCs w:val="28"/>
        </w:rPr>
      </w:pPr>
    </w:p>
    <w:p w:rsidR="006058FB" w:rsidRDefault="006058FB" w:rsidP="00576728">
      <w:pPr>
        <w:jc w:val="both"/>
        <w:rPr>
          <w:sz w:val="28"/>
          <w:szCs w:val="28"/>
        </w:rPr>
      </w:pPr>
      <w:r>
        <w:rPr>
          <w:sz w:val="28"/>
          <w:szCs w:val="28"/>
        </w:rPr>
        <w:t>Уточнены расходы по оплате социальных пособий</w:t>
      </w:r>
    </w:p>
    <w:p w:rsidR="006058FB" w:rsidRPr="004505C4" w:rsidRDefault="006058FB" w:rsidP="00576728">
      <w:pPr>
        <w:jc w:val="both"/>
        <w:rPr>
          <w:sz w:val="28"/>
          <w:szCs w:val="28"/>
        </w:rPr>
      </w:pPr>
      <w:r w:rsidRPr="007216FB">
        <w:rPr>
          <w:sz w:val="28"/>
          <w:szCs w:val="28"/>
        </w:rPr>
        <w:t>КБК 01 04</w:t>
      </w:r>
      <w:r>
        <w:rPr>
          <w:sz w:val="28"/>
          <w:szCs w:val="28"/>
        </w:rPr>
        <w:t xml:space="preserve"> 350 12 800 40 320 </w:t>
      </w:r>
      <w:r w:rsidRPr="007216FB">
        <w:rPr>
          <w:sz w:val="28"/>
          <w:szCs w:val="28"/>
        </w:rPr>
        <w:t xml:space="preserve">+ </w:t>
      </w:r>
      <w:r>
        <w:rPr>
          <w:sz w:val="28"/>
          <w:szCs w:val="28"/>
        </w:rPr>
        <w:t>57 619,00</w:t>
      </w:r>
      <w:r w:rsidRPr="007216FB">
        <w:rPr>
          <w:sz w:val="28"/>
          <w:szCs w:val="28"/>
        </w:rPr>
        <w:t xml:space="preserve"> руб</w:t>
      </w:r>
    </w:p>
    <w:p w:rsidR="006058FB" w:rsidRDefault="006058FB" w:rsidP="00576728">
      <w:pPr>
        <w:jc w:val="both"/>
        <w:rPr>
          <w:b/>
          <w:sz w:val="28"/>
          <w:szCs w:val="28"/>
        </w:rPr>
      </w:pPr>
    </w:p>
    <w:p w:rsidR="006058FB" w:rsidRDefault="006058FB" w:rsidP="005D2D4E">
      <w:pPr>
        <w:jc w:val="both"/>
        <w:rPr>
          <w:b/>
          <w:sz w:val="28"/>
          <w:szCs w:val="28"/>
        </w:rPr>
      </w:pPr>
    </w:p>
    <w:p w:rsidR="006058FB" w:rsidRDefault="006058FB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01 04</w:t>
      </w:r>
    </w:p>
    <w:p w:rsidR="006058FB" w:rsidRDefault="006058FB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«Иные бюджетные ассигнования»                                         +  90 000,00 руб.  </w:t>
      </w:r>
    </w:p>
    <w:p w:rsidR="006058FB" w:rsidRDefault="006058FB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</w:p>
    <w:p w:rsidR="006058FB" w:rsidRDefault="006058FB" w:rsidP="009D779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Уточнены расходы по налогам</w:t>
      </w:r>
    </w:p>
    <w:p w:rsidR="006058FB" w:rsidRDefault="006058FB" w:rsidP="009D779D">
      <w:pPr>
        <w:jc w:val="both"/>
        <w:rPr>
          <w:sz w:val="28"/>
          <w:szCs w:val="28"/>
        </w:rPr>
      </w:pPr>
      <w:r w:rsidRPr="007216FB">
        <w:rPr>
          <w:sz w:val="28"/>
          <w:szCs w:val="28"/>
        </w:rPr>
        <w:t>КБК 01 04</w:t>
      </w:r>
      <w:r>
        <w:rPr>
          <w:sz w:val="28"/>
          <w:szCs w:val="28"/>
        </w:rPr>
        <w:t xml:space="preserve"> 350 12 800 40 850    </w:t>
      </w:r>
      <w:r w:rsidRPr="007216FB">
        <w:rPr>
          <w:sz w:val="28"/>
          <w:szCs w:val="28"/>
        </w:rPr>
        <w:t>+</w:t>
      </w:r>
      <w:r>
        <w:rPr>
          <w:sz w:val="28"/>
          <w:szCs w:val="28"/>
        </w:rPr>
        <w:t>90 000,00</w:t>
      </w:r>
      <w:r w:rsidRPr="007216FB">
        <w:rPr>
          <w:sz w:val="28"/>
          <w:szCs w:val="28"/>
        </w:rPr>
        <w:t xml:space="preserve">  руб</w:t>
      </w:r>
    </w:p>
    <w:p w:rsidR="006058FB" w:rsidRPr="004505C4" w:rsidRDefault="006058FB" w:rsidP="009D779D">
      <w:pPr>
        <w:jc w:val="both"/>
        <w:rPr>
          <w:sz w:val="28"/>
          <w:szCs w:val="28"/>
        </w:rPr>
      </w:pPr>
    </w:p>
    <w:p w:rsidR="006058FB" w:rsidRPr="009D779D" w:rsidRDefault="006058FB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0113                                                                                         +6 000,00</w:t>
      </w:r>
    </w:p>
    <w:p w:rsidR="006058FB" w:rsidRDefault="006058FB" w:rsidP="005D2D4E">
      <w:pPr>
        <w:jc w:val="both"/>
        <w:rPr>
          <w:sz w:val="28"/>
          <w:szCs w:val="28"/>
        </w:rPr>
      </w:pPr>
    </w:p>
    <w:p w:rsidR="006058FB" w:rsidRPr="00737A1E" w:rsidRDefault="006058FB" w:rsidP="005D2D4E">
      <w:pPr>
        <w:jc w:val="both"/>
        <w:rPr>
          <w:sz w:val="28"/>
          <w:szCs w:val="28"/>
        </w:rPr>
      </w:pPr>
      <w:r w:rsidRPr="00737A1E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Членские взносы некоммерческим организациям</w:t>
      </w:r>
      <w:r>
        <w:rPr>
          <w:sz w:val="28"/>
          <w:szCs w:val="28"/>
        </w:rPr>
        <w:t>»</w:t>
      </w:r>
      <w:r w:rsidRPr="00FB7195">
        <w:rPr>
          <w:sz w:val="28"/>
          <w:szCs w:val="28"/>
        </w:rPr>
        <w:t xml:space="preserve">  </w:t>
      </w:r>
    </w:p>
    <w:p w:rsidR="006058FB" w:rsidRDefault="006058FB" w:rsidP="005D2D4E">
      <w:pPr>
        <w:jc w:val="both"/>
        <w:rPr>
          <w:b/>
          <w:sz w:val="28"/>
          <w:szCs w:val="28"/>
        </w:rPr>
      </w:pPr>
      <w:r w:rsidRPr="00FB7195">
        <w:rPr>
          <w:sz w:val="28"/>
          <w:szCs w:val="28"/>
        </w:rPr>
        <w:t xml:space="preserve">КБК </w:t>
      </w:r>
      <w:r>
        <w:rPr>
          <w:sz w:val="28"/>
          <w:szCs w:val="28"/>
        </w:rPr>
        <w:t xml:space="preserve"> 01 13 35 0 1481410853</w:t>
      </w:r>
      <w:r w:rsidRPr="00FB7195">
        <w:rPr>
          <w:sz w:val="28"/>
          <w:szCs w:val="28"/>
        </w:rPr>
        <w:t xml:space="preserve">           </w:t>
      </w:r>
      <w:r>
        <w:rPr>
          <w:sz w:val="28"/>
          <w:szCs w:val="28"/>
        </w:rPr>
        <w:t>+ 6 000,00 руб.</w:t>
      </w:r>
    </w:p>
    <w:p w:rsidR="006058FB" w:rsidRDefault="006058FB" w:rsidP="005D2D4E">
      <w:pPr>
        <w:jc w:val="both"/>
        <w:rPr>
          <w:b/>
          <w:sz w:val="28"/>
          <w:szCs w:val="28"/>
        </w:rPr>
      </w:pPr>
    </w:p>
    <w:p w:rsidR="006058FB" w:rsidRPr="004E60DB" w:rsidRDefault="006058FB" w:rsidP="008F3C98">
      <w:pPr>
        <w:jc w:val="both"/>
        <w:rPr>
          <w:b/>
          <w:sz w:val="28"/>
          <w:szCs w:val="28"/>
        </w:rPr>
      </w:pPr>
      <w:r w:rsidRPr="004E60DB">
        <w:rPr>
          <w:b/>
          <w:sz w:val="28"/>
          <w:szCs w:val="28"/>
        </w:rPr>
        <w:t xml:space="preserve">  </w:t>
      </w:r>
    </w:p>
    <w:p w:rsidR="006058FB" w:rsidRDefault="006058FB" w:rsidP="004505C4">
      <w:pPr>
        <w:tabs>
          <w:tab w:val="left" w:pos="7755"/>
        </w:tabs>
        <w:jc w:val="both"/>
        <w:rPr>
          <w:sz w:val="28"/>
          <w:szCs w:val="28"/>
        </w:rPr>
      </w:pPr>
    </w:p>
    <w:p w:rsidR="006058FB" w:rsidRPr="000D4B3A" w:rsidRDefault="006058FB" w:rsidP="000D4B3A">
      <w:pPr>
        <w:tabs>
          <w:tab w:val="left" w:pos="7755"/>
        </w:tabs>
        <w:jc w:val="both"/>
        <w:rPr>
          <w:b/>
          <w:sz w:val="28"/>
          <w:szCs w:val="28"/>
        </w:rPr>
      </w:pPr>
    </w:p>
    <w:p w:rsidR="006058FB" w:rsidRPr="00C70FB8" w:rsidRDefault="006058FB" w:rsidP="008F3C98">
      <w:pPr>
        <w:jc w:val="both"/>
        <w:rPr>
          <w:sz w:val="28"/>
          <w:szCs w:val="28"/>
        </w:rPr>
      </w:pPr>
    </w:p>
    <w:p w:rsidR="006058FB" w:rsidRDefault="006058FB" w:rsidP="008F3C9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0310</w:t>
      </w:r>
    </w:p>
    <w:p w:rsidR="006058FB" w:rsidRDefault="006058FB" w:rsidP="008F3C9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«Обеспечение пожарной безопасности»                         +30 000,00</w:t>
      </w:r>
    </w:p>
    <w:p w:rsidR="006058FB" w:rsidRPr="00C70FB8" w:rsidRDefault="006058FB" w:rsidP="001B4C57">
      <w:pPr>
        <w:jc w:val="both"/>
        <w:rPr>
          <w:sz w:val="28"/>
          <w:szCs w:val="28"/>
        </w:rPr>
      </w:pPr>
      <w:r w:rsidRPr="00C70FB8">
        <w:rPr>
          <w:sz w:val="28"/>
          <w:szCs w:val="28"/>
        </w:rPr>
        <w:t xml:space="preserve">Уточнены расходы по </w:t>
      </w:r>
      <w:r>
        <w:rPr>
          <w:sz w:val="28"/>
          <w:szCs w:val="28"/>
        </w:rPr>
        <w:t>опашке территорий</w:t>
      </w:r>
    </w:p>
    <w:p w:rsidR="006058FB" w:rsidRPr="00C70FB8" w:rsidRDefault="006058FB" w:rsidP="001B4C57">
      <w:pPr>
        <w:jc w:val="both"/>
        <w:rPr>
          <w:sz w:val="28"/>
          <w:szCs w:val="28"/>
        </w:rPr>
      </w:pPr>
      <w:r w:rsidRPr="00C70FB8">
        <w:rPr>
          <w:sz w:val="28"/>
          <w:szCs w:val="28"/>
        </w:rPr>
        <w:t>КБК 0310 350 15 811 40 240  +30</w:t>
      </w:r>
      <w:r>
        <w:rPr>
          <w:sz w:val="28"/>
          <w:szCs w:val="28"/>
        </w:rPr>
        <w:t xml:space="preserve"> </w:t>
      </w:r>
      <w:r w:rsidRPr="00C70FB8">
        <w:rPr>
          <w:sz w:val="28"/>
          <w:szCs w:val="28"/>
        </w:rPr>
        <w:t>000,00</w:t>
      </w:r>
    </w:p>
    <w:p w:rsidR="006058FB" w:rsidRPr="00C70FB8" w:rsidRDefault="006058FB" w:rsidP="001B4C57">
      <w:pPr>
        <w:jc w:val="both"/>
        <w:rPr>
          <w:sz w:val="28"/>
          <w:szCs w:val="28"/>
        </w:rPr>
      </w:pPr>
    </w:p>
    <w:p w:rsidR="006058FB" w:rsidRDefault="006058FB" w:rsidP="008F3C98">
      <w:pPr>
        <w:jc w:val="both"/>
        <w:rPr>
          <w:b/>
          <w:sz w:val="28"/>
          <w:szCs w:val="28"/>
        </w:rPr>
      </w:pPr>
    </w:p>
    <w:p w:rsidR="006058FB" w:rsidRDefault="006058FB" w:rsidP="008F3C9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0406</w:t>
      </w:r>
      <w:r w:rsidRPr="004E60DB">
        <w:rPr>
          <w:b/>
          <w:sz w:val="28"/>
          <w:szCs w:val="28"/>
        </w:rPr>
        <w:t xml:space="preserve"> </w:t>
      </w:r>
    </w:p>
    <w:p w:rsidR="006058FB" w:rsidRDefault="006058FB" w:rsidP="004E60DB">
      <w:pPr>
        <w:tabs>
          <w:tab w:val="left" w:pos="768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«Национальная экономика»                 +168 000,00 руб.</w:t>
      </w:r>
    </w:p>
    <w:p w:rsidR="006058FB" w:rsidRDefault="006058FB" w:rsidP="00F70345">
      <w:pPr>
        <w:jc w:val="both"/>
        <w:rPr>
          <w:sz w:val="28"/>
          <w:szCs w:val="28"/>
        </w:rPr>
      </w:pPr>
      <w:r>
        <w:rPr>
          <w:sz w:val="28"/>
          <w:szCs w:val="28"/>
        </w:rPr>
        <w:t>Уточнены расходы на водное хозяйство</w:t>
      </w:r>
    </w:p>
    <w:p w:rsidR="006058FB" w:rsidRDefault="006058FB" w:rsidP="00F70345">
      <w:pPr>
        <w:jc w:val="both"/>
        <w:rPr>
          <w:sz w:val="28"/>
          <w:szCs w:val="28"/>
        </w:rPr>
      </w:pPr>
    </w:p>
    <w:p w:rsidR="006058FB" w:rsidRDefault="006058FB" w:rsidP="00F70345">
      <w:pPr>
        <w:jc w:val="both"/>
        <w:rPr>
          <w:sz w:val="28"/>
          <w:szCs w:val="28"/>
        </w:rPr>
      </w:pPr>
      <w:r>
        <w:rPr>
          <w:sz w:val="28"/>
          <w:szCs w:val="28"/>
        </w:rPr>
        <w:t>КБК 04 06 350 22 83 300 240  + 168 000,00 руб.</w:t>
      </w:r>
    </w:p>
    <w:p w:rsidR="006058FB" w:rsidRPr="0006605A" w:rsidRDefault="006058FB" w:rsidP="00D96682">
      <w:pPr>
        <w:jc w:val="both"/>
        <w:rPr>
          <w:color w:val="FF0000"/>
          <w:sz w:val="28"/>
          <w:szCs w:val="28"/>
        </w:rPr>
      </w:pPr>
    </w:p>
    <w:p w:rsidR="006058FB" w:rsidRPr="00585DAF" w:rsidRDefault="006058FB" w:rsidP="00E72B06">
      <w:pPr>
        <w:tabs>
          <w:tab w:val="left" w:pos="735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0801                                                                                           </w:t>
      </w:r>
      <w:r w:rsidRPr="00585DAF">
        <w:rPr>
          <w:b/>
          <w:sz w:val="28"/>
          <w:szCs w:val="28"/>
        </w:rPr>
        <w:t xml:space="preserve">+ </w:t>
      </w:r>
      <w:r>
        <w:rPr>
          <w:b/>
          <w:sz w:val="28"/>
          <w:szCs w:val="28"/>
        </w:rPr>
        <w:t xml:space="preserve">   10 000,00</w:t>
      </w:r>
      <w:r w:rsidRPr="00585DAF">
        <w:rPr>
          <w:b/>
          <w:sz w:val="28"/>
          <w:szCs w:val="28"/>
        </w:rPr>
        <w:t xml:space="preserve"> руб.</w:t>
      </w:r>
    </w:p>
    <w:p w:rsidR="006058FB" w:rsidRPr="00585DAF" w:rsidRDefault="006058FB" w:rsidP="00D966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«Культура, кинематография</w:t>
      </w:r>
      <w:r w:rsidRPr="00585DAF">
        <w:rPr>
          <w:b/>
          <w:sz w:val="28"/>
          <w:szCs w:val="28"/>
        </w:rPr>
        <w:t>»</w:t>
      </w:r>
    </w:p>
    <w:p w:rsidR="006058FB" w:rsidRPr="00585DAF" w:rsidRDefault="006058FB" w:rsidP="007D764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</w:t>
      </w:r>
    </w:p>
    <w:p w:rsidR="006058FB" w:rsidRDefault="006058FB" w:rsidP="007D764D">
      <w:pPr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Уточнены бюджетные ассигнования на стройматериалы (крыши клуба) </w:t>
      </w:r>
    </w:p>
    <w:p w:rsidR="006058FB" w:rsidRDefault="006058FB" w:rsidP="007D764D">
      <w:pPr>
        <w:jc w:val="both"/>
        <w:rPr>
          <w:sz w:val="28"/>
          <w:szCs w:val="28"/>
        </w:rPr>
      </w:pPr>
      <w:r>
        <w:rPr>
          <w:sz w:val="28"/>
          <w:szCs w:val="28"/>
        </w:rPr>
        <w:t>КБК 08 01 35 0 24 80 480</w:t>
      </w:r>
      <w:r w:rsidRPr="00585DAF">
        <w:rPr>
          <w:sz w:val="28"/>
          <w:szCs w:val="28"/>
        </w:rPr>
        <w:t xml:space="preserve"> </w:t>
      </w:r>
      <w:r>
        <w:rPr>
          <w:sz w:val="28"/>
          <w:szCs w:val="28"/>
        </w:rPr>
        <w:t>240</w:t>
      </w:r>
      <w:r w:rsidRPr="00585DAF">
        <w:rPr>
          <w:sz w:val="28"/>
          <w:szCs w:val="28"/>
        </w:rPr>
        <w:t xml:space="preserve">   + </w:t>
      </w:r>
      <w:r>
        <w:rPr>
          <w:sz w:val="28"/>
          <w:szCs w:val="28"/>
        </w:rPr>
        <w:t>10000</w:t>
      </w:r>
      <w:r w:rsidRPr="00585DAF">
        <w:rPr>
          <w:sz w:val="28"/>
          <w:szCs w:val="28"/>
        </w:rPr>
        <w:t xml:space="preserve">,00 руб. </w:t>
      </w:r>
    </w:p>
    <w:p w:rsidR="006058FB" w:rsidRDefault="006058FB" w:rsidP="007D764D">
      <w:pPr>
        <w:jc w:val="both"/>
        <w:rPr>
          <w:sz w:val="28"/>
          <w:szCs w:val="28"/>
        </w:rPr>
      </w:pPr>
    </w:p>
    <w:p w:rsidR="006058FB" w:rsidRPr="0048719A" w:rsidRDefault="006058FB" w:rsidP="005D2D4E">
      <w:pPr>
        <w:jc w:val="both"/>
        <w:rPr>
          <w:sz w:val="24"/>
          <w:szCs w:val="24"/>
        </w:rPr>
      </w:pPr>
    </w:p>
    <w:sectPr w:rsidR="006058FB" w:rsidRPr="0048719A" w:rsidSect="00C95B78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589C"/>
    <w:rsid w:val="000208BF"/>
    <w:rsid w:val="00027683"/>
    <w:rsid w:val="00040DD0"/>
    <w:rsid w:val="00051B71"/>
    <w:rsid w:val="0005538D"/>
    <w:rsid w:val="000563A4"/>
    <w:rsid w:val="000569AD"/>
    <w:rsid w:val="00061C7E"/>
    <w:rsid w:val="0006605A"/>
    <w:rsid w:val="0007270A"/>
    <w:rsid w:val="00097A89"/>
    <w:rsid w:val="000A4010"/>
    <w:rsid w:val="000B2A4A"/>
    <w:rsid w:val="000C607A"/>
    <w:rsid w:val="000D4B3A"/>
    <w:rsid w:val="000E1436"/>
    <w:rsid w:val="0010221C"/>
    <w:rsid w:val="00102D86"/>
    <w:rsid w:val="00111BD3"/>
    <w:rsid w:val="00122FF4"/>
    <w:rsid w:val="001239DE"/>
    <w:rsid w:val="00125A60"/>
    <w:rsid w:val="001262B6"/>
    <w:rsid w:val="00130343"/>
    <w:rsid w:val="00142A14"/>
    <w:rsid w:val="001445E1"/>
    <w:rsid w:val="00146A5E"/>
    <w:rsid w:val="00164DC6"/>
    <w:rsid w:val="00165734"/>
    <w:rsid w:val="001778F8"/>
    <w:rsid w:val="00177F0E"/>
    <w:rsid w:val="001874CF"/>
    <w:rsid w:val="0019460D"/>
    <w:rsid w:val="00196F78"/>
    <w:rsid w:val="001B4C57"/>
    <w:rsid w:val="001B5782"/>
    <w:rsid w:val="001F0664"/>
    <w:rsid w:val="001F3140"/>
    <w:rsid w:val="00204E69"/>
    <w:rsid w:val="00207246"/>
    <w:rsid w:val="002075E0"/>
    <w:rsid w:val="002202FA"/>
    <w:rsid w:val="00220FB9"/>
    <w:rsid w:val="00233685"/>
    <w:rsid w:val="0023657C"/>
    <w:rsid w:val="00237B9B"/>
    <w:rsid w:val="002428CB"/>
    <w:rsid w:val="00243256"/>
    <w:rsid w:val="002701F2"/>
    <w:rsid w:val="00271C0F"/>
    <w:rsid w:val="00276079"/>
    <w:rsid w:val="002910F6"/>
    <w:rsid w:val="002964A2"/>
    <w:rsid w:val="002A3AA2"/>
    <w:rsid w:val="002C3394"/>
    <w:rsid w:val="002C6188"/>
    <w:rsid w:val="002C667D"/>
    <w:rsid w:val="002D3FF2"/>
    <w:rsid w:val="002E21A8"/>
    <w:rsid w:val="002E35EF"/>
    <w:rsid w:val="002E4092"/>
    <w:rsid w:val="002F3356"/>
    <w:rsid w:val="0032292D"/>
    <w:rsid w:val="00325958"/>
    <w:rsid w:val="003401F3"/>
    <w:rsid w:val="00342CEE"/>
    <w:rsid w:val="003478C4"/>
    <w:rsid w:val="00372B91"/>
    <w:rsid w:val="003821E4"/>
    <w:rsid w:val="00383007"/>
    <w:rsid w:val="003A11DC"/>
    <w:rsid w:val="003B1E47"/>
    <w:rsid w:val="003B5620"/>
    <w:rsid w:val="003C7ED6"/>
    <w:rsid w:val="003E12DC"/>
    <w:rsid w:val="003F3372"/>
    <w:rsid w:val="004005B2"/>
    <w:rsid w:val="00406ED8"/>
    <w:rsid w:val="00410E23"/>
    <w:rsid w:val="004233B0"/>
    <w:rsid w:val="00424482"/>
    <w:rsid w:val="00433D7D"/>
    <w:rsid w:val="00434454"/>
    <w:rsid w:val="00435E67"/>
    <w:rsid w:val="004470C3"/>
    <w:rsid w:val="004505C4"/>
    <w:rsid w:val="00456285"/>
    <w:rsid w:val="00456FB3"/>
    <w:rsid w:val="00464747"/>
    <w:rsid w:val="00476A40"/>
    <w:rsid w:val="0048719A"/>
    <w:rsid w:val="00495212"/>
    <w:rsid w:val="004959C0"/>
    <w:rsid w:val="004A27BB"/>
    <w:rsid w:val="004A3290"/>
    <w:rsid w:val="004A743A"/>
    <w:rsid w:val="004B3743"/>
    <w:rsid w:val="004C25A3"/>
    <w:rsid w:val="004C352B"/>
    <w:rsid w:val="004C60B1"/>
    <w:rsid w:val="004D486C"/>
    <w:rsid w:val="004E4135"/>
    <w:rsid w:val="004E60DB"/>
    <w:rsid w:val="004E788C"/>
    <w:rsid w:val="004F276E"/>
    <w:rsid w:val="004F423C"/>
    <w:rsid w:val="004F656D"/>
    <w:rsid w:val="00514FDD"/>
    <w:rsid w:val="00520F46"/>
    <w:rsid w:val="00541DD7"/>
    <w:rsid w:val="00547778"/>
    <w:rsid w:val="0057158A"/>
    <w:rsid w:val="0057222F"/>
    <w:rsid w:val="005762F5"/>
    <w:rsid w:val="00576728"/>
    <w:rsid w:val="00577A4F"/>
    <w:rsid w:val="00577B7C"/>
    <w:rsid w:val="00581A87"/>
    <w:rsid w:val="00582954"/>
    <w:rsid w:val="00585DAF"/>
    <w:rsid w:val="005A17D3"/>
    <w:rsid w:val="005B2F5A"/>
    <w:rsid w:val="005B3173"/>
    <w:rsid w:val="005B4D78"/>
    <w:rsid w:val="005B7B38"/>
    <w:rsid w:val="005C312B"/>
    <w:rsid w:val="005D2D4E"/>
    <w:rsid w:val="005E32C4"/>
    <w:rsid w:val="005F2A5F"/>
    <w:rsid w:val="005F31B8"/>
    <w:rsid w:val="00603F1F"/>
    <w:rsid w:val="006058FB"/>
    <w:rsid w:val="006161FB"/>
    <w:rsid w:val="00624E44"/>
    <w:rsid w:val="00645144"/>
    <w:rsid w:val="00650378"/>
    <w:rsid w:val="00652150"/>
    <w:rsid w:val="00664313"/>
    <w:rsid w:val="006655C7"/>
    <w:rsid w:val="00665F2B"/>
    <w:rsid w:val="006872CF"/>
    <w:rsid w:val="006875B7"/>
    <w:rsid w:val="0069560D"/>
    <w:rsid w:val="0069589C"/>
    <w:rsid w:val="006A403C"/>
    <w:rsid w:val="006B5F6E"/>
    <w:rsid w:val="006C591E"/>
    <w:rsid w:val="006D0DD4"/>
    <w:rsid w:val="006D3F5E"/>
    <w:rsid w:val="006D79E6"/>
    <w:rsid w:val="006E6532"/>
    <w:rsid w:val="006F42CB"/>
    <w:rsid w:val="00702DB7"/>
    <w:rsid w:val="007044AC"/>
    <w:rsid w:val="0071248D"/>
    <w:rsid w:val="00717843"/>
    <w:rsid w:val="007205D8"/>
    <w:rsid w:val="007216FB"/>
    <w:rsid w:val="00726849"/>
    <w:rsid w:val="00737A1E"/>
    <w:rsid w:val="00741266"/>
    <w:rsid w:val="00744C00"/>
    <w:rsid w:val="0075546E"/>
    <w:rsid w:val="00755AA4"/>
    <w:rsid w:val="007601EB"/>
    <w:rsid w:val="00761CF2"/>
    <w:rsid w:val="007658BE"/>
    <w:rsid w:val="00766F49"/>
    <w:rsid w:val="00776D61"/>
    <w:rsid w:val="007772C9"/>
    <w:rsid w:val="00792AC2"/>
    <w:rsid w:val="007A092B"/>
    <w:rsid w:val="007B69AE"/>
    <w:rsid w:val="007D764D"/>
    <w:rsid w:val="007D7BB1"/>
    <w:rsid w:val="007E4C56"/>
    <w:rsid w:val="007F1422"/>
    <w:rsid w:val="007F2779"/>
    <w:rsid w:val="00800A9F"/>
    <w:rsid w:val="00802FE2"/>
    <w:rsid w:val="00803C64"/>
    <w:rsid w:val="008051C1"/>
    <w:rsid w:val="0081205A"/>
    <w:rsid w:val="00815AE9"/>
    <w:rsid w:val="00820484"/>
    <w:rsid w:val="00820FD4"/>
    <w:rsid w:val="00831593"/>
    <w:rsid w:val="008346F8"/>
    <w:rsid w:val="00850862"/>
    <w:rsid w:val="00852852"/>
    <w:rsid w:val="00861AEF"/>
    <w:rsid w:val="0086470D"/>
    <w:rsid w:val="00866228"/>
    <w:rsid w:val="00874D58"/>
    <w:rsid w:val="00897F1A"/>
    <w:rsid w:val="008B1AA0"/>
    <w:rsid w:val="008B26B3"/>
    <w:rsid w:val="008B77F7"/>
    <w:rsid w:val="008C472A"/>
    <w:rsid w:val="008D2D6B"/>
    <w:rsid w:val="008E6005"/>
    <w:rsid w:val="008E7F72"/>
    <w:rsid w:val="008F3C98"/>
    <w:rsid w:val="00906095"/>
    <w:rsid w:val="0092044B"/>
    <w:rsid w:val="009236A0"/>
    <w:rsid w:val="00924F8D"/>
    <w:rsid w:val="00940793"/>
    <w:rsid w:val="00941040"/>
    <w:rsid w:val="009567D3"/>
    <w:rsid w:val="00966365"/>
    <w:rsid w:val="009838C7"/>
    <w:rsid w:val="0099373D"/>
    <w:rsid w:val="009A382C"/>
    <w:rsid w:val="009A4121"/>
    <w:rsid w:val="009B19F2"/>
    <w:rsid w:val="009B2108"/>
    <w:rsid w:val="009B2476"/>
    <w:rsid w:val="009B6605"/>
    <w:rsid w:val="009B7308"/>
    <w:rsid w:val="009C1602"/>
    <w:rsid w:val="009C4B83"/>
    <w:rsid w:val="009D4AA5"/>
    <w:rsid w:val="009D779D"/>
    <w:rsid w:val="009F05E9"/>
    <w:rsid w:val="009F5346"/>
    <w:rsid w:val="00A04F0C"/>
    <w:rsid w:val="00A057E5"/>
    <w:rsid w:val="00A1066B"/>
    <w:rsid w:val="00A111DE"/>
    <w:rsid w:val="00A217B7"/>
    <w:rsid w:val="00A261C8"/>
    <w:rsid w:val="00A27A31"/>
    <w:rsid w:val="00A30372"/>
    <w:rsid w:val="00A331E0"/>
    <w:rsid w:val="00A50F9B"/>
    <w:rsid w:val="00A56F63"/>
    <w:rsid w:val="00A61F25"/>
    <w:rsid w:val="00A819FD"/>
    <w:rsid w:val="00A83D5B"/>
    <w:rsid w:val="00A91CEC"/>
    <w:rsid w:val="00AC3D93"/>
    <w:rsid w:val="00AC721F"/>
    <w:rsid w:val="00AD2EB8"/>
    <w:rsid w:val="00AE035A"/>
    <w:rsid w:val="00AF2A9D"/>
    <w:rsid w:val="00AF6712"/>
    <w:rsid w:val="00B11B9C"/>
    <w:rsid w:val="00B17CEB"/>
    <w:rsid w:val="00B21FAD"/>
    <w:rsid w:val="00B26E37"/>
    <w:rsid w:val="00B2745D"/>
    <w:rsid w:val="00B33AB6"/>
    <w:rsid w:val="00B34301"/>
    <w:rsid w:val="00B34701"/>
    <w:rsid w:val="00B4072F"/>
    <w:rsid w:val="00B433FB"/>
    <w:rsid w:val="00B4786A"/>
    <w:rsid w:val="00B555D2"/>
    <w:rsid w:val="00B57B31"/>
    <w:rsid w:val="00B64C21"/>
    <w:rsid w:val="00B65881"/>
    <w:rsid w:val="00B71066"/>
    <w:rsid w:val="00B81ABF"/>
    <w:rsid w:val="00B875C7"/>
    <w:rsid w:val="00BA305B"/>
    <w:rsid w:val="00BA4074"/>
    <w:rsid w:val="00BA6116"/>
    <w:rsid w:val="00BD563C"/>
    <w:rsid w:val="00BD5F2F"/>
    <w:rsid w:val="00BD7040"/>
    <w:rsid w:val="00BD7B57"/>
    <w:rsid w:val="00BE6654"/>
    <w:rsid w:val="00BF5349"/>
    <w:rsid w:val="00C1742B"/>
    <w:rsid w:val="00C20625"/>
    <w:rsid w:val="00C23DAC"/>
    <w:rsid w:val="00C3646F"/>
    <w:rsid w:val="00C51A7C"/>
    <w:rsid w:val="00C62804"/>
    <w:rsid w:val="00C70FB8"/>
    <w:rsid w:val="00C72124"/>
    <w:rsid w:val="00C871A5"/>
    <w:rsid w:val="00C95B78"/>
    <w:rsid w:val="00C96354"/>
    <w:rsid w:val="00CA26F6"/>
    <w:rsid w:val="00CA4E7D"/>
    <w:rsid w:val="00CA6147"/>
    <w:rsid w:val="00CA68E9"/>
    <w:rsid w:val="00CB1709"/>
    <w:rsid w:val="00CB73E8"/>
    <w:rsid w:val="00CC13A3"/>
    <w:rsid w:val="00CC37B1"/>
    <w:rsid w:val="00CC7895"/>
    <w:rsid w:val="00CD178E"/>
    <w:rsid w:val="00CE18AD"/>
    <w:rsid w:val="00CE39AE"/>
    <w:rsid w:val="00CE669C"/>
    <w:rsid w:val="00CF370E"/>
    <w:rsid w:val="00D02F5C"/>
    <w:rsid w:val="00D073AE"/>
    <w:rsid w:val="00D10281"/>
    <w:rsid w:val="00D2189A"/>
    <w:rsid w:val="00D26F0F"/>
    <w:rsid w:val="00D30144"/>
    <w:rsid w:val="00D40738"/>
    <w:rsid w:val="00D43989"/>
    <w:rsid w:val="00D52C55"/>
    <w:rsid w:val="00D636F2"/>
    <w:rsid w:val="00D70EFC"/>
    <w:rsid w:val="00D715DA"/>
    <w:rsid w:val="00D73AFD"/>
    <w:rsid w:val="00D77DDC"/>
    <w:rsid w:val="00D8792A"/>
    <w:rsid w:val="00D91DCA"/>
    <w:rsid w:val="00D96682"/>
    <w:rsid w:val="00DA3641"/>
    <w:rsid w:val="00DC1743"/>
    <w:rsid w:val="00DC2980"/>
    <w:rsid w:val="00DC3F39"/>
    <w:rsid w:val="00DC4FF0"/>
    <w:rsid w:val="00DE2447"/>
    <w:rsid w:val="00DF0EE6"/>
    <w:rsid w:val="00E10234"/>
    <w:rsid w:val="00E1288F"/>
    <w:rsid w:val="00E30D28"/>
    <w:rsid w:val="00E32E57"/>
    <w:rsid w:val="00E345DA"/>
    <w:rsid w:val="00E34CD4"/>
    <w:rsid w:val="00E36287"/>
    <w:rsid w:val="00E36E30"/>
    <w:rsid w:val="00E508A6"/>
    <w:rsid w:val="00E66432"/>
    <w:rsid w:val="00E7123A"/>
    <w:rsid w:val="00E72B06"/>
    <w:rsid w:val="00E8013F"/>
    <w:rsid w:val="00E8253E"/>
    <w:rsid w:val="00E87A85"/>
    <w:rsid w:val="00EA1AD8"/>
    <w:rsid w:val="00EA48C5"/>
    <w:rsid w:val="00EB1867"/>
    <w:rsid w:val="00EB3E76"/>
    <w:rsid w:val="00EB665C"/>
    <w:rsid w:val="00ED3CD3"/>
    <w:rsid w:val="00EE1D1D"/>
    <w:rsid w:val="00EE2CC6"/>
    <w:rsid w:val="00EE605E"/>
    <w:rsid w:val="00EE7AFF"/>
    <w:rsid w:val="00F14F14"/>
    <w:rsid w:val="00F17CE7"/>
    <w:rsid w:val="00F27425"/>
    <w:rsid w:val="00F31C0C"/>
    <w:rsid w:val="00F36DFE"/>
    <w:rsid w:val="00F52BF7"/>
    <w:rsid w:val="00F61752"/>
    <w:rsid w:val="00F627B3"/>
    <w:rsid w:val="00F6793E"/>
    <w:rsid w:val="00F70345"/>
    <w:rsid w:val="00F70404"/>
    <w:rsid w:val="00F72F67"/>
    <w:rsid w:val="00F8261C"/>
    <w:rsid w:val="00F96A6A"/>
    <w:rsid w:val="00FB7195"/>
    <w:rsid w:val="00FC2FC6"/>
    <w:rsid w:val="00FD1470"/>
    <w:rsid w:val="00FE20FB"/>
    <w:rsid w:val="00FE5E98"/>
    <w:rsid w:val="00FF7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7BB"/>
    <w:rPr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27BB"/>
    <w:pPr>
      <w:keepNext/>
      <w:outlineLvl w:val="1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A27BB"/>
    <w:pPr>
      <w:keepNext/>
      <w:jc w:val="right"/>
      <w:outlineLvl w:val="8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A27BB"/>
    <w:rPr>
      <w:rFonts w:cs="Times New Roman"/>
      <w:b/>
      <w:sz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A27BB"/>
    <w:rPr>
      <w:rFonts w:cs="Times New Roman"/>
      <w:b/>
      <w:bCs/>
      <w:sz w:val="28"/>
      <w:szCs w:val="2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4A27BB"/>
    <w:rPr>
      <w:rFonts w:cs="Times New Roman"/>
      <w:b/>
      <w:bCs/>
      <w:sz w:val="22"/>
      <w:szCs w:val="22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A27BB"/>
    <w:rPr>
      <w:rFonts w:cs="Times New Roman"/>
      <w:i/>
      <w:iCs/>
      <w:sz w:val="24"/>
      <w:szCs w:val="24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4A27BB"/>
    <w:rPr>
      <w:rFonts w:cs="Times New Roman"/>
      <w:sz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E03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035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16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8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8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8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8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8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99</TotalTime>
  <Pages>2</Pages>
  <Words>329</Words>
  <Characters>1878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</cp:revision>
  <cp:lastPrinted>2020-02-28T12:22:00Z</cp:lastPrinted>
  <dcterms:created xsi:type="dcterms:W3CDTF">2019-08-14T08:21:00Z</dcterms:created>
  <dcterms:modified xsi:type="dcterms:W3CDTF">2020-02-28T12:22:00Z</dcterms:modified>
</cp:coreProperties>
</file>